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BEA" w:rsidRPr="00FC5F4C" w:rsidRDefault="00FC5F4C">
      <w:r>
        <w:t>- Демонтирована кабина управления</w:t>
      </w:r>
      <w:r w:rsidRPr="00FC5F4C">
        <w:t>;</w:t>
      </w:r>
    </w:p>
    <w:p w:rsidR="00FC5F4C" w:rsidRPr="00FC5F4C" w:rsidRDefault="00FC5F4C">
      <w:r w:rsidRPr="00FC5F4C">
        <w:t xml:space="preserve">- </w:t>
      </w:r>
      <w:r>
        <w:rPr>
          <w:lang w:val="en-US"/>
        </w:rPr>
        <w:t>C</w:t>
      </w:r>
      <w:r>
        <w:t>няты два боковых домкрата</w:t>
      </w:r>
      <w:r w:rsidRPr="00FC5F4C">
        <w:t>;</w:t>
      </w:r>
    </w:p>
    <w:p w:rsidR="00FC5F4C" w:rsidRPr="00FC5F4C" w:rsidRDefault="00FC5F4C">
      <w:r w:rsidRPr="00FC5F4C">
        <w:t>- стрела установлена:</w:t>
      </w:r>
    </w:p>
    <w:p w:rsidR="00FC5F4C" w:rsidRDefault="00FC5F4C">
      <w:r w:rsidRPr="00FC5F4C">
        <w:t>- откручен и опущен вниз ходовой редуктор вместе с двигателем</w:t>
      </w:r>
      <w:r>
        <w:t>.</w:t>
      </w:r>
    </w:p>
    <w:p w:rsidR="00FC5F4C" w:rsidRDefault="00FC5F4C"/>
    <w:p w:rsidR="00FC5F4C" w:rsidRPr="00FC5F4C" w:rsidRDefault="00FC5F4C">
      <w:r>
        <w:t>Станок частично подготовлен к транспортировке.</w:t>
      </w:r>
      <w:bookmarkStart w:id="0" w:name="_GoBack"/>
      <w:bookmarkEnd w:id="0"/>
    </w:p>
    <w:sectPr w:rsidR="00FC5F4C" w:rsidRPr="00FC5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950"/>
    <w:rsid w:val="00456950"/>
    <w:rsid w:val="00B92BEA"/>
    <w:rsid w:val="00FC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44E24F-7B65-4EF4-BF95-6F0F44DFF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580D804B</Template>
  <TotalTime>3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Пилькевич Александр Анатольевич</dc:creator>
  <cp:keywords/>
  <dc:description/>
  <cp:lastModifiedBy>Пилькевич Александр Анатольевич</cp:lastModifiedBy>
  <cp:revision>2</cp:revision>
  <dcterms:created xsi:type="dcterms:W3CDTF">2018-05-04T04:58:00Z</dcterms:created>
  <dcterms:modified xsi:type="dcterms:W3CDTF">2018-05-04T05:01:00Z</dcterms:modified>
</cp:coreProperties>
</file>